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A2" w:rsidRDefault="00E929A2" w:rsidP="00495607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</w:p>
    <w:p w:rsidR="00E929A2" w:rsidRDefault="00E929A2" w:rsidP="00495607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Решению Собрания депутатов </w:t>
      </w:r>
    </w:p>
    <w:p w:rsidR="00E929A2" w:rsidRDefault="00E929A2" w:rsidP="00495607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района</w:t>
      </w:r>
    </w:p>
    <w:p w:rsidR="00E929A2" w:rsidRDefault="00E929A2" w:rsidP="00495607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23 апреля 2014 года</w:t>
      </w:r>
    </w:p>
    <w:p w:rsidR="00E929A2" w:rsidRDefault="00E929A2" w:rsidP="00495607">
      <w:pPr>
        <w:spacing w:after="0" w:line="240" w:lineRule="auto"/>
        <w:jc w:val="right"/>
        <w:rPr>
          <w:b/>
          <w:sz w:val="36"/>
          <w:szCs w:val="36"/>
        </w:rPr>
      </w:pPr>
      <w:r>
        <w:rPr>
          <w:b/>
          <w:sz w:val="24"/>
          <w:szCs w:val="24"/>
        </w:rPr>
        <w:t>№20-</w:t>
      </w:r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 xml:space="preserve"> - СД</w:t>
      </w:r>
      <w:r>
        <w:rPr>
          <w:b/>
          <w:sz w:val="36"/>
          <w:szCs w:val="36"/>
        </w:rPr>
        <w:t xml:space="preserve">                                                                              </w:t>
      </w:r>
    </w:p>
    <w:p w:rsidR="00E929A2" w:rsidRDefault="00E929A2" w:rsidP="00495607">
      <w:pPr>
        <w:spacing w:after="0" w:line="240" w:lineRule="auto"/>
        <w:rPr>
          <w:b/>
          <w:sz w:val="36"/>
          <w:szCs w:val="36"/>
        </w:rPr>
      </w:pPr>
    </w:p>
    <w:p w:rsidR="00E929A2" w:rsidRDefault="00E929A2" w:rsidP="00495607">
      <w:pPr>
        <w:jc w:val="center"/>
        <w:rPr>
          <w:b/>
        </w:rPr>
      </w:pPr>
      <w:r w:rsidRPr="00434841">
        <w:rPr>
          <w:b/>
          <w:sz w:val="36"/>
          <w:szCs w:val="36"/>
        </w:rPr>
        <w:t>ПЕРЕЧЕНЬ</w:t>
      </w:r>
    </w:p>
    <w:p w:rsidR="00E929A2" w:rsidRPr="00495607" w:rsidRDefault="00E929A2" w:rsidP="00495607">
      <w:pPr>
        <w:jc w:val="center"/>
        <w:rPr>
          <w:b/>
        </w:rPr>
      </w:pPr>
      <w:r w:rsidRPr="00495607">
        <w:rPr>
          <w:b/>
          <w:sz w:val="28"/>
          <w:szCs w:val="28"/>
        </w:rPr>
        <w:t>автомобильных дорог общего пользования местного значения, подлежащих включению в собственность  муниципального образования «Хасавюртовский район»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7229"/>
        <w:gridCol w:w="1560"/>
        <w:gridCol w:w="1842"/>
        <w:gridCol w:w="1843"/>
        <w:gridCol w:w="1495"/>
      </w:tblGrid>
      <w:tr w:rsidR="00E929A2" w:rsidRPr="00275C80" w:rsidTr="00275C80">
        <w:trPr>
          <w:trHeight w:val="400"/>
        </w:trPr>
        <w:tc>
          <w:tcPr>
            <w:tcW w:w="817" w:type="dxa"/>
            <w:vMerge w:val="restart"/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№ п/п</w:t>
            </w:r>
          </w:p>
        </w:tc>
        <w:tc>
          <w:tcPr>
            <w:tcW w:w="7229" w:type="dxa"/>
            <w:vMerge w:val="restart"/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Наименование автодорог</w:t>
            </w:r>
          </w:p>
        </w:tc>
        <w:tc>
          <w:tcPr>
            <w:tcW w:w="1560" w:type="dxa"/>
            <w:vMerge w:val="restart"/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Протяж. дороги всего км.</w:t>
            </w:r>
          </w:p>
        </w:tc>
        <w:tc>
          <w:tcPr>
            <w:tcW w:w="5180" w:type="dxa"/>
            <w:gridSpan w:val="3"/>
            <w:tcBorders>
              <w:bottom w:val="single" w:sz="4" w:space="0" w:color="auto"/>
            </w:tcBorders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В том числе</w:t>
            </w:r>
          </w:p>
        </w:tc>
      </w:tr>
      <w:tr w:rsidR="00E929A2" w:rsidRPr="00275C80" w:rsidTr="00275C80">
        <w:trPr>
          <w:trHeight w:val="401"/>
        </w:trPr>
        <w:tc>
          <w:tcPr>
            <w:tcW w:w="817" w:type="dxa"/>
            <w:vMerge/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29" w:type="dxa"/>
            <w:vMerge/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А/б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Грав.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929A2" w:rsidRPr="00275C80" w:rsidRDefault="00E929A2" w:rsidP="00275C80">
            <w:pPr>
              <w:spacing w:after="0" w:line="240" w:lineRule="auto"/>
              <w:jc w:val="center"/>
              <w:rPr>
                <w:b/>
              </w:rPr>
            </w:pPr>
            <w:r w:rsidRPr="00275C80">
              <w:rPr>
                <w:b/>
              </w:rPr>
              <w:t>Грунтовая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Хасавюрт - Гребенская до с.Кемсиюрт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Кавказ - Хамавюрт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1,7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1,7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Кавказ - Солнечное - Нурадилово - Борагангечув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13,1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13,1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4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Кавказ - Муцалаул - Байрамаул - Садовое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21,5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12,5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9,0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5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Кавказ - Муцалаул - Байрамаул - Садовое подъезд в с.Генжеаул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6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Хасавюрт - Кандаураул - Бамматюрт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9,0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9,0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7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А/д Муцалаул - Темираул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10,0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10,0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8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Хасавюрт - Адильотар - Сулевкент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31,8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25,1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6,7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9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От а/д Хасавюрт - Кандаураул - Бамматюрт до с.Новососитли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10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Адильотар - Сулевкент до с.Тукита через с.Сивух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10,0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6,0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11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 подъезд в с.Османюрт - Симсир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12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 подъезд в с.Аджимажагатюрт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13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От а/д Хасавюрт - Гребенская подъезд в с.Октябрьское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0,3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0,3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14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 подъезд в с.Аксай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0,1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0,1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15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От а/д Хасавюрт - Гребенская подъезд в с.Дзержинское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4,5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4,5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16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Кольцевая а/д от а/д  Хасавюрт - Гребенская, Теречное-Советское-Первомайское-Акбулатюрт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18,0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18,0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17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 подъезд в с.Чагаротар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13,0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9,0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18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 -Чагаротар до с.Новогагатли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1,2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0,7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0,5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19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Гребенская-Чагаротар до с.Моксоб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0,5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0,5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20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От а/д Хасавюрт - Бабаюрт до с.Умаротар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6,0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6,0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21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Бабаюрт до с.Абдурашидотар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9,0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9,0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22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Бабаюрт до с.Покровское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23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Бабаюрт до с.Петраковское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0,3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0,3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24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Кавказ - Нурадилово до с.Хамавюрт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1,2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1,2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25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А/д Аксай - Борагангечув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6,5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6,5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26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Хасавюрт - Гребенская-Чагаротар до с.Кемсиюрт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27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Ботаюрт - Львовский до с.Лаклакюрт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2,0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28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Покровское - Могилевское через Байрам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29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Сивух - Аджимажагатюрт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14,0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14,0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30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Боташюрт - Нурадилово - Борагангечув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12,0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12,0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31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Умаротар - Тутлар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32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От а/д Сивух - Тукита до с.Чагаротар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5,0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5,0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33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Кандаураул - Аджимажагатюрт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4,5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4,5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34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А/д Кандаураул - Симсир - Аджимажагатюрт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8,0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8,0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35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Ботаюрт - Байрамаул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3,0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36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Петраковское - Кокрек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4,5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4,5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37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А/д Эндирей до детского лагеря "Радуга"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3,0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3,0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>38</w:t>
            </w: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 w:rsidRPr="00275C80">
              <w:t xml:space="preserve">А/д Темираул - Гоксувотар -Сулак  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4,9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4,9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 w:rsidRPr="00275C80">
              <w:t>-</w:t>
            </w: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</w:p>
        </w:tc>
      </w:tr>
      <w:tr w:rsidR="00E929A2" w:rsidRPr="00275C80" w:rsidTr="00275C80">
        <w:tc>
          <w:tcPr>
            <w:tcW w:w="817" w:type="dxa"/>
          </w:tcPr>
          <w:p w:rsidR="00E929A2" w:rsidRPr="00275C80" w:rsidRDefault="00E929A2" w:rsidP="00275C80">
            <w:pPr>
              <w:spacing w:after="0" w:line="240" w:lineRule="auto"/>
            </w:pPr>
          </w:p>
        </w:tc>
        <w:tc>
          <w:tcPr>
            <w:tcW w:w="7229" w:type="dxa"/>
          </w:tcPr>
          <w:p w:rsidR="00E929A2" w:rsidRPr="00275C80" w:rsidRDefault="00E929A2" w:rsidP="00275C80">
            <w:pPr>
              <w:spacing w:after="0" w:line="240" w:lineRule="auto"/>
            </w:pPr>
            <w:r>
              <w:t xml:space="preserve">                                                                                                        Итого :</w:t>
            </w:r>
          </w:p>
        </w:tc>
        <w:tc>
          <w:tcPr>
            <w:tcW w:w="1560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>
              <w:t>240,6</w:t>
            </w:r>
          </w:p>
        </w:tc>
        <w:tc>
          <w:tcPr>
            <w:tcW w:w="1842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>
              <w:t>129,5</w:t>
            </w:r>
          </w:p>
        </w:tc>
        <w:tc>
          <w:tcPr>
            <w:tcW w:w="1843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>
              <w:t>42,6</w:t>
            </w:r>
          </w:p>
        </w:tc>
        <w:tc>
          <w:tcPr>
            <w:tcW w:w="1495" w:type="dxa"/>
          </w:tcPr>
          <w:p w:rsidR="00E929A2" w:rsidRPr="00275C80" w:rsidRDefault="00E929A2" w:rsidP="00275C80">
            <w:pPr>
              <w:spacing w:after="0" w:line="240" w:lineRule="auto"/>
              <w:jc w:val="center"/>
            </w:pPr>
            <w:r>
              <w:t>68,5</w:t>
            </w:r>
          </w:p>
        </w:tc>
      </w:tr>
    </w:tbl>
    <w:p w:rsidR="00E929A2" w:rsidRDefault="00E929A2"/>
    <w:sectPr w:rsidR="00E929A2" w:rsidSect="00495607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4C7"/>
    <w:rsid w:val="000F19A4"/>
    <w:rsid w:val="00275C80"/>
    <w:rsid w:val="002D5035"/>
    <w:rsid w:val="00317030"/>
    <w:rsid w:val="003F5F93"/>
    <w:rsid w:val="00434841"/>
    <w:rsid w:val="00495607"/>
    <w:rsid w:val="00594C65"/>
    <w:rsid w:val="00636527"/>
    <w:rsid w:val="006627EF"/>
    <w:rsid w:val="00666B78"/>
    <w:rsid w:val="006A6B4B"/>
    <w:rsid w:val="006F006D"/>
    <w:rsid w:val="00716838"/>
    <w:rsid w:val="00771993"/>
    <w:rsid w:val="00A504E4"/>
    <w:rsid w:val="00A55CC7"/>
    <w:rsid w:val="00A65F3A"/>
    <w:rsid w:val="00C04CCB"/>
    <w:rsid w:val="00C734C7"/>
    <w:rsid w:val="00DD6246"/>
    <w:rsid w:val="00E929A2"/>
    <w:rsid w:val="00EB4F2F"/>
    <w:rsid w:val="00FE6101"/>
    <w:rsid w:val="00FF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34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194</TotalTime>
  <Pages>2</Pages>
  <Words>428</Words>
  <Characters>2442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К.С.</cp:lastModifiedBy>
  <cp:revision>8</cp:revision>
  <cp:lastPrinted>2014-04-22T08:42:00Z</cp:lastPrinted>
  <dcterms:created xsi:type="dcterms:W3CDTF">2014-04-18T06:22:00Z</dcterms:created>
  <dcterms:modified xsi:type="dcterms:W3CDTF">2014-04-22T08:43:00Z</dcterms:modified>
</cp:coreProperties>
</file>