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8C" w:rsidRPr="00090A68" w:rsidRDefault="002C7D8C" w:rsidP="00281247">
      <w:pPr>
        <w:rPr>
          <w:sz w:val="16"/>
          <w:szCs w:val="16"/>
        </w:rPr>
      </w:pPr>
    </w:p>
    <w:p w:rsidR="002C7D8C" w:rsidRPr="00364FF0" w:rsidRDefault="002C7D8C" w:rsidP="00281247">
      <w:pPr>
        <w:jc w:val="right"/>
        <w:rPr>
          <w:b/>
          <w:sz w:val="16"/>
          <w:szCs w:val="16"/>
        </w:rPr>
      </w:pPr>
      <w:r w:rsidRPr="00364FF0">
        <w:rPr>
          <w:b/>
          <w:sz w:val="16"/>
          <w:szCs w:val="16"/>
        </w:rPr>
        <w:t>Утверждена</w:t>
      </w:r>
    </w:p>
    <w:p w:rsidR="002C7D8C" w:rsidRPr="00364FF0" w:rsidRDefault="002C7D8C" w:rsidP="00281247">
      <w:pPr>
        <w:jc w:val="right"/>
        <w:rPr>
          <w:b/>
          <w:sz w:val="16"/>
          <w:szCs w:val="16"/>
        </w:rPr>
      </w:pPr>
      <w:r w:rsidRPr="00364FF0">
        <w:rPr>
          <w:b/>
          <w:sz w:val="16"/>
          <w:szCs w:val="16"/>
        </w:rPr>
        <w:t>Решением Собрания депутатов</w:t>
      </w:r>
    </w:p>
    <w:p w:rsidR="002C7D8C" w:rsidRPr="00364FF0" w:rsidRDefault="002C7D8C" w:rsidP="00281247">
      <w:pPr>
        <w:jc w:val="right"/>
        <w:rPr>
          <w:b/>
          <w:sz w:val="16"/>
          <w:szCs w:val="16"/>
        </w:rPr>
      </w:pPr>
      <w:r w:rsidRPr="00364FF0">
        <w:rPr>
          <w:b/>
          <w:sz w:val="16"/>
          <w:szCs w:val="16"/>
        </w:rPr>
        <w:t>МО «Хасавюртовский район»</w:t>
      </w:r>
    </w:p>
    <w:p w:rsidR="002C7D8C" w:rsidRPr="00364FF0" w:rsidRDefault="002C7D8C" w:rsidP="00364FF0">
      <w:pPr>
        <w:jc w:val="right"/>
        <w:rPr>
          <w:b/>
          <w:sz w:val="16"/>
          <w:szCs w:val="16"/>
        </w:rPr>
      </w:pPr>
      <w:r w:rsidRPr="00364FF0">
        <w:rPr>
          <w:b/>
          <w:sz w:val="16"/>
          <w:szCs w:val="16"/>
        </w:rPr>
        <w:t xml:space="preserve">от 24 июня 2015 года № 27- </w:t>
      </w:r>
      <w:r w:rsidRPr="00364FF0">
        <w:rPr>
          <w:b/>
          <w:sz w:val="16"/>
          <w:szCs w:val="16"/>
          <w:lang w:val="en-US"/>
        </w:rPr>
        <w:t>V</w:t>
      </w:r>
      <w:r w:rsidRPr="00364FF0">
        <w:rPr>
          <w:b/>
          <w:sz w:val="16"/>
          <w:szCs w:val="16"/>
        </w:rPr>
        <w:t xml:space="preserve"> СД</w:t>
      </w:r>
    </w:p>
    <w:p w:rsidR="002C7D8C" w:rsidRDefault="002C7D8C" w:rsidP="00364FF0">
      <w:pPr>
        <w:jc w:val="right"/>
        <w:rPr>
          <w:sz w:val="16"/>
          <w:szCs w:val="16"/>
        </w:rPr>
      </w:pPr>
    </w:p>
    <w:p w:rsidR="002C7D8C" w:rsidRDefault="002C7D8C" w:rsidP="00364FF0">
      <w:pPr>
        <w:jc w:val="right"/>
        <w:rPr>
          <w:sz w:val="16"/>
          <w:szCs w:val="16"/>
        </w:rPr>
      </w:pPr>
    </w:p>
    <w:p w:rsidR="002C7D8C" w:rsidRDefault="002C7D8C" w:rsidP="00364FF0">
      <w:pPr>
        <w:jc w:val="right"/>
        <w:rPr>
          <w:sz w:val="16"/>
          <w:szCs w:val="16"/>
        </w:rPr>
      </w:pPr>
    </w:p>
    <w:p w:rsidR="002C7D8C" w:rsidRDefault="002C7D8C" w:rsidP="00281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2C7D8C" w:rsidRDefault="002C7D8C" w:rsidP="0028124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(исполнительной власти)</w:t>
      </w:r>
    </w:p>
    <w:p w:rsidR="002C7D8C" w:rsidRDefault="002C7D8C" w:rsidP="0028124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«Хасавюртовский район»</w:t>
      </w:r>
    </w:p>
    <w:p w:rsidR="002C7D8C" w:rsidRPr="00090A68" w:rsidRDefault="002C7D8C" w:rsidP="00281247">
      <w:pPr>
        <w:rPr>
          <w:sz w:val="16"/>
          <w:szCs w:val="16"/>
        </w:rPr>
      </w:pPr>
    </w:p>
    <w:p w:rsidR="002C7D8C" w:rsidRPr="00514773" w:rsidRDefault="002C7D8C" w:rsidP="00281247">
      <w:pPr>
        <w:rPr>
          <w:b/>
          <w:sz w:val="28"/>
          <w:szCs w:val="28"/>
        </w:rPr>
      </w:pPr>
      <w:r w:rsidRPr="00514773">
        <w:rPr>
          <w:b/>
          <w:sz w:val="28"/>
          <w:szCs w:val="28"/>
        </w:rPr>
        <w:t>1. Глава администрации;</w:t>
      </w:r>
    </w:p>
    <w:p w:rsidR="002C7D8C" w:rsidRPr="00514773" w:rsidRDefault="002C7D8C" w:rsidP="00281247">
      <w:pPr>
        <w:rPr>
          <w:sz w:val="16"/>
          <w:szCs w:val="16"/>
        </w:rPr>
      </w:pPr>
    </w:p>
    <w:p w:rsidR="002C7D8C" w:rsidRPr="00514773" w:rsidRDefault="002C7D8C" w:rsidP="00281247">
      <w:pPr>
        <w:rPr>
          <w:sz w:val="28"/>
          <w:szCs w:val="28"/>
        </w:rPr>
      </w:pPr>
      <w:r w:rsidRPr="00514773">
        <w:rPr>
          <w:sz w:val="28"/>
          <w:szCs w:val="28"/>
        </w:rPr>
        <w:t>2. Заместители главы администрации;</w:t>
      </w:r>
    </w:p>
    <w:p w:rsidR="002C7D8C" w:rsidRPr="00514773" w:rsidRDefault="002C7D8C" w:rsidP="00281247">
      <w:pPr>
        <w:rPr>
          <w:sz w:val="28"/>
          <w:szCs w:val="28"/>
        </w:rPr>
      </w:pPr>
      <w:r w:rsidRPr="00514773">
        <w:rPr>
          <w:sz w:val="28"/>
          <w:szCs w:val="28"/>
        </w:rPr>
        <w:t>3. Управление делами (</w:t>
      </w:r>
      <w:r>
        <w:rPr>
          <w:sz w:val="28"/>
          <w:szCs w:val="28"/>
        </w:rPr>
        <w:t>аппарат</w:t>
      </w:r>
      <w:r w:rsidRPr="00514773">
        <w:rPr>
          <w:sz w:val="28"/>
          <w:szCs w:val="28"/>
        </w:rPr>
        <w:t>) администрации;</w:t>
      </w:r>
    </w:p>
    <w:p w:rsidR="002C7D8C" w:rsidRPr="00514773" w:rsidRDefault="002C7D8C" w:rsidP="00281247">
      <w:pPr>
        <w:rPr>
          <w:sz w:val="16"/>
          <w:szCs w:val="16"/>
        </w:rPr>
      </w:pPr>
    </w:p>
    <w:p w:rsidR="002C7D8C" w:rsidRPr="00514773" w:rsidRDefault="002C7D8C" w:rsidP="00281247">
      <w:pPr>
        <w:jc w:val="center"/>
        <w:rPr>
          <w:b/>
          <w:sz w:val="28"/>
          <w:szCs w:val="28"/>
        </w:rPr>
      </w:pPr>
      <w:r w:rsidRPr="00514773">
        <w:rPr>
          <w:b/>
          <w:sz w:val="28"/>
          <w:szCs w:val="28"/>
        </w:rPr>
        <w:t>Структурные подразделения администрации:</w:t>
      </w:r>
    </w:p>
    <w:p w:rsidR="002C7D8C" w:rsidRPr="00514773" w:rsidRDefault="002C7D8C" w:rsidP="00281247">
      <w:pPr>
        <w:rPr>
          <w:b/>
          <w:sz w:val="16"/>
          <w:szCs w:val="16"/>
        </w:rPr>
      </w:pPr>
    </w:p>
    <w:p w:rsidR="002C7D8C" w:rsidRPr="00514773" w:rsidRDefault="002C7D8C" w:rsidP="00281247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514773">
        <w:rPr>
          <w:b/>
          <w:sz w:val="28"/>
          <w:szCs w:val="28"/>
        </w:rPr>
        <w:t>. Управления: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514773">
        <w:rPr>
          <w:sz w:val="28"/>
          <w:szCs w:val="28"/>
        </w:rPr>
        <w:t>.1  Финансовое Управление;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514773">
        <w:rPr>
          <w:sz w:val="28"/>
          <w:szCs w:val="28"/>
        </w:rPr>
        <w:t>.2  Управление экономики, инвестиций и развития малого</w:t>
      </w:r>
    </w:p>
    <w:p w:rsidR="002C7D8C" w:rsidRDefault="002C7D8C" w:rsidP="00281247">
      <w:pPr>
        <w:rPr>
          <w:sz w:val="28"/>
          <w:szCs w:val="28"/>
        </w:rPr>
      </w:pPr>
      <w:r w:rsidRPr="0051477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предпринимательства;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4.5  Управление образования.</w:t>
      </w:r>
    </w:p>
    <w:p w:rsidR="002C7D8C" w:rsidRPr="00514773" w:rsidRDefault="002C7D8C" w:rsidP="00281247">
      <w:pPr>
        <w:rPr>
          <w:sz w:val="16"/>
          <w:szCs w:val="16"/>
        </w:rPr>
      </w:pPr>
    </w:p>
    <w:p w:rsidR="002C7D8C" w:rsidRPr="00514773" w:rsidRDefault="002C7D8C" w:rsidP="00281247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14773">
        <w:rPr>
          <w:b/>
          <w:sz w:val="28"/>
          <w:szCs w:val="28"/>
        </w:rPr>
        <w:t>.  Отделы: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514773">
        <w:rPr>
          <w:sz w:val="28"/>
          <w:szCs w:val="28"/>
        </w:rPr>
        <w:t>.1 Отдел имущественных отношений;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5.2</w:t>
      </w:r>
      <w:r w:rsidRPr="00514773">
        <w:rPr>
          <w:sz w:val="28"/>
          <w:szCs w:val="28"/>
        </w:rPr>
        <w:t xml:space="preserve"> Отдел культуры, национальной политики и религии;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5.3</w:t>
      </w:r>
      <w:r w:rsidRPr="00514773">
        <w:rPr>
          <w:sz w:val="28"/>
          <w:szCs w:val="28"/>
        </w:rPr>
        <w:t xml:space="preserve"> Отдел </w:t>
      </w:r>
      <w:r>
        <w:rPr>
          <w:sz w:val="28"/>
          <w:szCs w:val="28"/>
        </w:rPr>
        <w:t xml:space="preserve">по </w:t>
      </w:r>
      <w:r w:rsidRPr="00514773">
        <w:rPr>
          <w:sz w:val="28"/>
          <w:szCs w:val="28"/>
        </w:rPr>
        <w:t>физической культуры, спорта, молодёжи и туризма;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5.4</w:t>
      </w:r>
      <w:r w:rsidRPr="00514773">
        <w:rPr>
          <w:sz w:val="28"/>
          <w:szCs w:val="28"/>
        </w:rPr>
        <w:t xml:space="preserve"> Отдел строительства, архитектуры и ЖКХ;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5.5</w:t>
      </w:r>
      <w:r w:rsidRPr="00514773">
        <w:rPr>
          <w:sz w:val="28"/>
          <w:szCs w:val="28"/>
        </w:rPr>
        <w:t xml:space="preserve"> Отдел по антитеррористической работе;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5.6</w:t>
      </w:r>
      <w:r w:rsidRPr="00514773">
        <w:rPr>
          <w:sz w:val="28"/>
          <w:szCs w:val="28"/>
        </w:rPr>
        <w:t xml:space="preserve"> Юридический отдел;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5.7</w:t>
      </w:r>
      <w:r w:rsidRPr="00514773">
        <w:rPr>
          <w:sz w:val="28"/>
          <w:szCs w:val="28"/>
        </w:rPr>
        <w:t xml:space="preserve"> Отдел </w:t>
      </w:r>
      <w:r>
        <w:rPr>
          <w:sz w:val="28"/>
          <w:szCs w:val="28"/>
        </w:rPr>
        <w:t>по работе с обращениями граждан</w:t>
      </w:r>
      <w:r w:rsidRPr="0051477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делопроизводства </w:t>
      </w:r>
      <w:r w:rsidRPr="00514773">
        <w:rPr>
          <w:sz w:val="28"/>
          <w:szCs w:val="28"/>
        </w:rPr>
        <w:t>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5.8</w:t>
      </w:r>
      <w:r w:rsidRPr="00514773">
        <w:rPr>
          <w:sz w:val="28"/>
          <w:szCs w:val="28"/>
        </w:rPr>
        <w:t xml:space="preserve"> Отдел по работе с администрациями сельских поселений и информационной технологии;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5.9</w:t>
      </w:r>
      <w:r w:rsidRPr="00514773">
        <w:rPr>
          <w:sz w:val="28"/>
          <w:szCs w:val="28"/>
        </w:rPr>
        <w:t xml:space="preserve">  Отдел по земельному контролю;</w:t>
      </w:r>
    </w:p>
    <w:p w:rsidR="002C7D8C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5.10</w:t>
      </w:r>
      <w:r w:rsidRPr="00514773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по мобилизационной работе;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5.11</w:t>
      </w:r>
      <w:r w:rsidRPr="00514773">
        <w:rPr>
          <w:sz w:val="28"/>
          <w:szCs w:val="28"/>
        </w:rPr>
        <w:t xml:space="preserve">Отдел по организации и осуществлению деятельности по опеке и попечительству в отношении несовершеннолетних (делегированные полномочия); 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5.12</w:t>
      </w:r>
      <w:r w:rsidRPr="00514773">
        <w:rPr>
          <w:sz w:val="28"/>
          <w:szCs w:val="28"/>
        </w:rPr>
        <w:t xml:space="preserve">  Архивный отдел (делегированные полномочия);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5.13</w:t>
      </w:r>
      <w:r w:rsidRPr="00514773">
        <w:rPr>
          <w:sz w:val="28"/>
          <w:szCs w:val="28"/>
        </w:rPr>
        <w:t xml:space="preserve"> Отдел записей актов гражданского состояния (делегированные полномочия);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5. 14</w:t>
      </w:r>
      <w:r w:rsidRPr="00514773">
        <w:rPr>
          <w:sz w:val="28"/>
          <w:szCs w:val="28"/>
        </w:rPr>
        <w:t xml:space="preserve"> Главный специалист по делам ГО ЧС и ПБ;</w:t>
      </w:r>
    </w:p>
    <w:p w:rsidR="002C7D8C" w:rsidRPr="00514773" w:rsidRDefault="002C7D8C" w:rsidP="00281247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514773">
        <w:rPr>
          <w:b/>
          <w:sz w:val="28"/>
          <w:szCs w:val="28"/>
        </w:rPr>
        <w:t>. Комиссии:</w:t>
      </w:r>
    </w:p>
    <w:p w:rsidR="002C7D8C" w:rsidRPr="00514773" w:rsidRDefault="002C7D8C" w:rsidP="00281247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514773">
        <w:rPr>
          <w:sz w:val="28"/>
          <w:szCs w:val="28"/>
        </w:rPr>
        <w:t>.1 Административная комиссия (делегированные полномочия);</w:t>
      </w:r>
    </w:p>
    <w:p w:rsidR="002C7D8C" w:rsidRDefault="002C7D8C" w:rsidP="00281247">
      <w:pPr>
        <w:rPr>
          <w:sz w:val="16"/>
          <w:szCs w:val="16"/>
        </w:rPr>
      </w:pPr>
      <w:r>
        <w:rPr>
          <w:sz w:val="28"/>
          <w:szCs w:val="28"/>
        </w:rPr>
        <w:t>6</w:t>
      </w:r>
      <w:r w:rsidRPr="00514773">
        <w:rPr>
          <w:sz w:val="28"/>
          <w:szCs w:val="28"/>
        </w:rPr>
        <w:t xml:space="preserve">.2  Комиссия по делам несовершеннолетних и </w:t>
      </w:r>
      <w:r>
        <w:rPr>
          <w:sz w:val="28"/>
          <w:szCs w:val="28"/>
        </w:rPr>
        <w:t xml:space="preserve">защите </w:t>
      </w:r>
      <w:r w:rsidRPr="00514773">
        <w:rPr>
          <w:sz w:val="28"/>
          <w:szCs w:val="28"/>
        </w:rPr>
        <w:t>их прав (секретарь, делегированные полномочия).</w:t>
      </w: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Default="002C7D8C" w:rsidP="00281247">
      <w:pPr>
        <w:rPr>
          <w:sz w:val="16"/>
          <w:szCs w:val="16"/>
        </w:rPr>
      </w:pPr>
    </w:p>
    <w:p w:rsidR="002C7D8C" w:rsidRPr="00281247" w:rsidRDefault="002C7D8C">
      <w:pPr>
        <w:rPr>
          <w:sz w:val="28"/>
          <w:szCs w:val="28"/>
        </w:rPr>
      </w:pPr>
    </w:p>
    <w:sectPr w:rsidR="002C7D8C" w:rsidRPr="00281247" w:rsidSect="00090A68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247"/>
    <w:rsid w:val="00090A68"/>
    <w:rsid w:val="00190BD9"/>
    <w:rsid w:val="001F6E7F"/>
    <w:rsid w:val="00281247"/>
    <w:rsid w:val="002C7D8C"/>
    <w:rsid w:val="00364FF0"/>
    <w:rsid w:val="004C7FA0"/>
    <w:rsid w:val="004E6F88"/>
    <w:rsid w:val="00514773"/>
    <w:rsid w:val="006017F3"/>
    <w:rsid w:val="00651E1F"/>
    <w:rsid w:val="006F7387"/>
    <w:rsid w:val="00726328"/>
    <w:rsid w:val="00763299"/>
    <w:rsid w:val="00817AF5"/>
    <w:rsid w:val="008B54A1"/>
    <w:rsid w:val="00AD6A8C"/>
    <w:rsid w:val="00B7323F"/>
    <w:rsid w:val="00CA4B3D"/>
    <w:rsid w:val="00CE5229"/>
    <w:rsid w:val="00CF43EC"/>
    <w:rsid w:val="00CF7F07"/>
    <w:rsid w:val="00D541FB"/>
    <w:rsid w:val="00EE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2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222</Words>
  <Characters>1272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К.С.</cp:lastModifiedBy>
  <cp:revision>8</cp:revision>
  <cp:lastPrinted>2002-01-01T04:38:00Z</cp:lastPrinted>
  <dcterms:created xsi:type="dcterms:W3CDTF">2015-06-05T12:20:00Z</dcterms:created>
  <dcterms:modified xsi:type="dcterms:W3CDTF">2002-01-01T05:58:00Z</dcterms:modified>
</cp:coreProperties>
</file>